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FBC5E74" w14:textId="03CF20F2" w:rsidR="004A0764" w:rsidRDefault="00EA37AD" w:rsidP="00156881">
      <w:pPr>
        <w:jc w:val="center"/>
        <w:rPr>
          <w:rFonts w:ascii="BIZ UDPゴシック" w:eastAsia="BIZ UDPゴシック" w:hAnsi="BIZ UDPゴシック"/>
          <w:sz w:val="32"/>
        </w:rPr>
      </w:pPr>
      <w:r w:rsidRPr="00EA37AD">
        <w:rPr>
          <w:rFonts w:asciiTheme="minorEastAsia" w:hAnsiTheme="minorEastAsia" w:cs="M PLUS Rounded 1c"/>
          <w:noProof/>
          <w:sz w:val="21"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C2F9524" wp14:editId="79C1E93D">
                <wp:simplePos x="0" y="0"/>
                <wp:positionH relativeFrom="margin">
                  <wp:posOffset>72390</wp:posOffset>
                </wp:positionH>
                <wp:positionV relativeFrom="paragraph">
                  <wp:posOffset>-3175</wp:posOffset>
                </wp:positionV>
                <wp:extent cx="5314950" cy="2095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2095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AD7A1" w14:textId="3374EBAB" w:rsidR="0078532B" w:rsidRPr="00772B83" w:rsidRDefault="0078532B" w:rsidP="00EA37A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申込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締め切り：</w:t>
                            </w:r>
                            <w:r w:rsidR="0017172C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５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月</w:t>
                            </w:r>
                            <w:r w:rsidR="0017172C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２１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日</w:t>
                            </w:r>
                            <w:r w:rsidR="0017172C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（水</w:t>
                            </w:r>
                            <w:bookmarkStart w:id="0" w:name="_GoBack"/>
                            <w:bookmarkEnd w:id="0"/>
                            <w:r w:rsidRPr="00772B83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F95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7pt;margin-top:-.25pt;width:418.5pt;height:16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" fillcolor="windowText">
                <v:textbox inset="0,0,0,0">
                  <w:txbxContent>
                    <w:p w14:paraId="3F1AD7A1" w14:textId="3374EBAB" w:rsidR="0078532B" w:rsidRPr="00772B83" w:rsidRDefault="0078532B" w:rsidP="00EA37A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申込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締め切り：</w:t>
                      </w:r>
                      <w:r w:rsidR="0017172C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５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月</w:t>
                      </w:r>
                      <w:r w:rsidR="0017172C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２１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日</w:t>
                      </w:r>
                      <w:r w:rsidR="0017172C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（水</w:t>
                      </w:r>
                      <w:bookmarkStart w:id="1" w:name="_GoBack"/>
                      <w:bookmarkEnd w:id="1"/>
                      <w:r w:rsidRPr="00772B83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17A65" w14:textId="77777777" w:rsidR="00844FD7" w:rsidRDefault="00844FD7">
      <w:pPr>
        <w:rPr>
          <w:rFonts w:ascii="BIZ UDPゴシック" w:eastAsia="BIZ UDPゴシック" w:hAnsi="BIZ UDPゴシック"/>
        </w:rPr>
      </w:pPr>
    </w:p>
    <w:p w14:paraId="0DAE1969" w14:textId="3D05671E" w:rsidR="00EA37AD" w:rsidRDefault="00EA37AD" w:rsidP="00EA37AD">
      <w:pPr>
        <w:jc w:val="center"/>
        <w:rPr>
          <w:rFonts w:ascii="BIZ UDPゴシック" w:eastAsia="BIZ UDPゴシック" w:hAnsi="BIZ UDPゴシック"/>
        </w:rPr>
      </w:pPr>
      <w:r>
        <w:rPr>
          <w:rFonts w:asciiTheme="majorEastAsia" w:eastAsiaTheme="majorEastAsia" w:hAnsiTheme="majorEastAsia" w:cs="M PLUS Rounded 1c"/>
          <w:sz w:val="28"/>
          <w:szCs w:val="28"/>
        </w:rPr>
        <w:t>「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第</w:t>
      </w:r>
      <w:r w:rsidR="000937C0">
        <w:rPr>
          <w:rFonts w:asciiTheme="majorEastAsia" w:eastAsiaTheme="majorEastAsia" w:hAnsiTheme="majorEastAsia" w:cs="M PLUS Rounded 1c" w:hint="eastAsia"/>
          <w:sz w:val="28"/>
          <w:szCs w:val="28"/>
        </w:rPr>
        <w:t>20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回越後・謙信SAKEまつり20</w:t>
      </w:r>
      <w:r w:rsidR="000937C0">
        <w:rPr>
          <w:rFonts w:asciiTheme="majorEastAsia" w:eastAsiaTheme="majorEastAsia" w:hAnsiTheme="majorEastAsia" w:cs="M PLUS Rounded 1c" w:hint="eastAsia"/>
          <w:sz w:val="28"/>
          <w:szCs w:val="28"/>
        </w:rPr>
        <w:t>25</w:t>
      </w:r>
      <w:r>
        <w:rPr>
          <w:rFonts w:asciiTheme="majorEastAsia" w:eastAsiaTheme="majorEastAsia" w:hAnsiTheme="majorEastAsia" w:cs="M PLUS Rounded 1c"/>
          <w:sz w:val="28"/>
          <w:szCs w:val="28"/>
        </w:rPr>
        <w:t>」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出店</w:t>
      </w:r>
      <w:r>
        <w:rPr>
          <w:rFonts w:asciiTheme="majorEastAsia" w:eastAsiaTheme="majorEastAsia" w:hAnsiTheme="majorEastAsia" w:cs="M PLUS Rounded 1c"/>
          <w:sz w:val="28"/>
          <w:szCs w:val="28"/>
        </w:rPr>
        <w:t>者説明会申込書</w:t>
      </w:r>
    </w:p>
    <w:p w14:paraId="6B117A0E" w14:textId="77777777" w:rsidR="00EA37AD" w:rsidRDefault="00EA37AD">
      <w:pPr>
        <w:rPr>
          <w:rFonts w:ascii="BIZ UDPゴシック" w:eastAsia="BIZ UDPゴシック" w:hAnsi="BIZ UDPゴシック"/>
        </w:rPr>
      </w:pPr>
    </w:p>
    <w:p w14:paraId="79AE0B15" w14:textId="77777777" w:rsidR="000937C0" w:rsidRPr="00E2236D" w:rsidRDefault="000937C0">
      <w:pPr>
        <w:rPr>
          <w:rFonts w:ascii="BIZ UDPゴシック" w:eastAsia="BIZ UDPゴシック" w:hAnsi="BIZ UDPゴシック"/>
        </w:rPr>
      </w:pPr>
    </w:p>
    <w:tbl>
      <w:tblPr>
        <w:tblW w:w="84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6884"/>
      </w:tblGrid>
      <w:tr w:rsidR="00EA37AD" w:rsidRPr="00EA37AD" w14:paraId="765B1007" w14:textId="77777777" w:rsidTr="000937C0">
        <w:trPr>
          <w:trHeight w:val="866"/>
          <w:jc w:val="center"/>
        </w:trPr>
        <w:tc>
          <w:tcPr>
            <w:tcW w:w="1529" w:type="dxa"/>
            <w:shd w:val="clear" w:color="auto" w:fill="D9D9D9"/>
            <w:vAlign w:val="center"/>
          </w:tcPr>
          <w:p w14:paraId="08B77657" w14:textId="77777777" w:rsidR="00EA37AD" w:rsidRPr="000937C0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店舗名</w:t>
            </w:r>
          </w:p>
        </w:tc>
        <w:tc>
          <w:tcPr>
            <w:tcW w:w="6884" w:type="dxa"/>
          </w:tcPr>
          <w:p w14:paraId="4360DF15" w14:textId="7CD729BD" w:rsidR="00EA37AD" w:rsidRPr="000937C0" w:rsidRDefault="00EA37AD" w:rsidP="00EA37AD">
            <w:pPr>
              <w:widowControl w:val="0"/>
              <w:spacing w:line="240" w:lineRule="auto"/>
              <w:rPr>
                <w:rFonts w:asciiTheme="minorEastAsia" w:hAnsiTheme="minorEastAsia" w:cs="M PLUS Rounded 1c"/>
                <w:lang w:val="en-US"/>
              </w:rPr>
            </w:pPr>
          </w:p>
        </w:tc>
      </w:tr>
      <w:tr w:rsidR="00EA37AD" w:rsidRPr="00EA37AD" w14:paraId="1E96FC5F" w14:textId="77777777" w:rsidTr="000937C0">
        <w:trPr>
          <w:trHeight w:val="866"/>
          <w:jc w:val="center"/>
        </w:trPr>
        <w:tc>
          <w:tcPr>
            <w:tcW w:w="1529" w:type="dxa"/>
            <w:shd w:val="clear" w:color="auto" w:fill="D9D9D9"/>
            <w:vAlign w:val="center"/>
          </w:tcPr>
          <w:p w14:paraId="1E82CFDC" w14:textId="77777777" w:rsidR="00EA37AD" w:rsidRPr="000937C0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代表者名</w:t>
            </w:r>
          </w:p>
        </w:tc>
        <w:tc>
          <w:tcPr>
            <w:tcW w:w="6884" w:type="dxa"/>
          </w:tcPr>
          <w:p w14:paraId="7480C19C" w14:textId="6242CE37" w:rsidR="00EA37AD" w:rsidRDefault="00EA37AD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lang w:val="en-US"/>
              </w:rPr>
            </w:pPr>
            <w:r w:rsidRPr="000937C0">
              <w:rPr>
                <w:rFonts w:asciiTheme="minorEastAsia" w:hAnsiTheme="minorEastAsia" w:cs="M PLUS Rounded 1c"/>
                <w:spacing w:val="-20"/>
                <w:lang w:val="en-US"/>
              </w:rPr>
              <w:t>フリガナ</w:t>
            </w:r>
            <w:r w:rsidR="000937C0">
              <w:rPr>
                <w:rFonts w:asciiTheme="minorEastAsia" w:hAnsiTheme="minorEastAsia" w:cs="M PLUS Rounded 1c"/>
                <w:spacing w:val="-20"/>
                <w:lang w:val="en-US"/>
              </w:rPr>
              <w:t xml:space="preserve">　</w:t>
            </w:r>
          </w:p>
          <w:p w14:paraId="479E4A58" w14:textId="55411EE8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lang w:val="en-US"/>
              </w:rPr>
            </w:pPr>
          </w:p>
        </w:tc>
      </w:tr>
      <w:tr w:rsidR="00EA37AD" w:rsidRPr="00EA37AD" w14:paraId="54A50851" w14:textId="77777777" w:rsidTr="000937C0">
        <w:trPr>
          <w:trHeight w:val="866"/>
          <w:jc w:val="center"/>
        </w:trPr>
        <w:tc>
          <w:tcPr>
            <w:tcW w:w="1529" w:type="dxa"/>
            <w:shd w:val="clear" w:color="auto" w:fill="D9D9D9"/>
            <w:vAlign w:val="center"/>
          </w:tcPr>
          <w:p w14:paraId="215C794B" w14:textId="7257E43C" w:rsidR="00EA37AD" w:rsidRPr="000937C0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担当者名</w:t>
            </w:r>
          </w:p>
        </w:tc>
        <w:tc>
          <w:tcPr>
            <w:tcW w:w="6884" w:type="dxa"/>
          </w:tcPr>
          <w:p w14:paraId="0A9070C4" w14:textId="37EE0AF8" w:rsidR="00EA37AD" w:rsidRDefault="00EA37AD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lang w:val="en-US"/>
              </w:rPr>
            </w:pPr>
            <w:r w:rsidRPr="000937C0">
              <w:rPr>
                <w:rFonts w:asciiTheme="minorEastAsia" w:hAnsiTheme="minorEastAsia" w:cs="M PLUS Rounded 1c"/>
                <w:spacing w:val="-20"/>
                <w:lang w:val="en-US"/>
              </w:rPr>
              <w:t>フリガナ</w:t>
            </w:r>
            <w:r w:rsidR="000937C0">
              <w:rPr>
                <w:rFonts w:asciiTheme="minorEastAsia" w:hAnsiTheme="minorEastAsia" w:cs="M PLUS Rounded 1c"/>
                <w:spacing w:val="-20"/>
                <w:lang w:val="en-US"/>
              </w:rPr>
              <w:t xml:space="preserve">　</w:t>
            </w:r>
          </w:p>
          <w:p w14:paraId="3FD7CB74" w14:textId="2A322B55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lang w:val="en-US"/>
              </w:rPr>
            </w:pPr>
          </w:p>
        </w:tc>
      </w:tr>
      <w:tr w:rsidR="000937C0" w:rsidRPr="00EA37AD" w14:paraId="1A6987F7" w14:textId="77777777" w:rsidTr="000937C0">
        <w:trPr>
          <w:trHeight w:val="866"/>
          <w:jc w:val="center"/>
        </w:trPr>
        <w:tc>
          <w:tcPr>
            <w:tcW w:w="1529" w:type="dxa"/>
            <w:shd w:val="clear" w:color="auto" w:fill="D9D9D9"/>
            <w:vAlign w:val="center"/>
          </w:tcPr>
          <w:p w14:paraId="456572ED" w14:textId="3F1DCFDD" w:rsidR="000937C0" w:rsidRPr="000937C0" w:rsidRDefault="000937C0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住所</w:t>
            </w:r>
          </w:p>
        </w:tc>
        <w:tc>
          <w:tcPr>
            <w:tcW w:w="6884" w:type="dxa"/>
          </w:tcPr>
          <w:p w14:paraId="6CC1CDD1" w14:textId="77777777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lang w:val="en-US"/>
              </w:rPr>
            </w:pPr>
            <w:r w:rsidRPr="000937C0">
              <w:rPr>
                <w:rFonts w:asciiTheme="minorEastAsia" w:hAnsiTheme="minorEastAsia" w:cs="M PLUS Rounded 1c"/>
                <w:spacing w:val="-20"/>
                <w:lang w:val="en-US"/>
              </w:rPr>
              <w:t>〒</w:t>
            </w:r>
          </w:p>
          <w:p w14:paraId="5FF6CED4" w14:textId="4656031A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lang w:val="en-US"/>
              </w:rPr>
            </w:pPr>
          </w:p>
        </w:tc>
      </w:tr>
      <w:tr w:rsidR="004A70CF" w:rsidRPr="00EA37AD" w14:paraId="0B22E878" w14:textId="77777777" w:rsidTr="000937C0">
        <w:trPr>
          <w:trHeight w:val="866"/>
          <w:jc w:val="center"/>
        </w:trPr>
        <w:tc>
          <w:tcPr>
            <w:tcW w:w="1529" w:type="dxa"/>
            <w:shd w:val="clear" w:color="auto" w:fill="D9D9D9"/>
            <w:vAlign w:val="center"/>
          </w:tcPr>
          <w:p w14:paraId="5A3CE9D6" w14:textId="77777777" w:rsidR="004A70CF" w:rsidRPr="000937C0" w:rsidRDefault="004A70CF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電話番号</w:t>
            </w:r>
          </w:p>
        </w:tc>
        <w:tc>
          <w:tcPr>
            <w:tcW w:w="6884" w:type="dxa"/>
            <w:vAlign w:val="center"/>
          </w:tcPr>
          <w:p w14:paraId="1CB5F273" w14:textId="52FEDA46" w:rsidR="004A70CF" w:rsidRPr="000937C0" w:rsidRDefault="004A70C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lang w:val="en-US"/>
              </w:rPr>
            </w:pPr>
          </w:p>
        </w:tc>
      </w:tr>
      <w:tr w:rsidR="00EA37AD" w:rsidRPr="00EA37AD" w14:paraId="01ACDB09" w14:textId="77777777" w:rsidTr="000937C0">
        <w:trPr>
          <w:trHeight w:val="866"/>
          <w:jc w:val="center"/>
        </w:trPr>
        <w:tc>
          <w:tcPr>
            <w:tcW w:w="152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53CEA08" w14:textId="77777777" w:rsidR="00EA37AD" w:rsidRPr="000937C0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携帯電話</w:t>
            </w:r>
          </w:p>
        </w:tc>
        <w:tc>
          <w:tcPr>
            <w:tcW w:w="688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1CEB15B7" w14:textId="58049C5D" w:rsidR="00EA37AD" w:rsidRPr="000937C0" w:rsidRDefault="00EA37AD" w:rsidP="00EA37AD">
            <w:pPr>
              <w:widowControl w:val="0"/>
              <w:spacing w:line="240" w:lineRule="auto"/>
              <w:jc w:val="both"/>
              <w:rPr>
                <w:rFonts w:ascii="Century" w:hAnsi="Century" w:cs="Century"/>
                <w:lang w:val="en-US"/>
              </w:rPr>
            </w:pPr>
          </w:p>
        </w:tc>
      </w:tr>
      <w:tr w:rsidR="00EA37AD" w:rsidRPr="00EA37AD" w14:paraId="56F885F3" w14:textId="77777777" w:rsidTr="000937C0">
        <w:trPr>
          <w:trHeight w:val="866"/>
          <w:jc w:val="center"/>
        </w:trPr>
        <w:tc>
          <w:tcPr>
            <w:tcW w:w="1529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F5B9BAB" w14:textId="77777777" w:rsidR="00EA37AD" w:rsidRPr="000937C0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E-mail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790A7" w14:textId="77777777" w:rsidR="00EA37AD" w:rsidRDefault="004A70C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 w:hint="eastAsia"/>
                <w:lang w:val="en-US"/>
              </w:rPr>
              <w:t>※各種案内及び資料の送付に使用します</w:t>
            </w:r>
          </w:p>
          <w:p w14:paraId="586FE030" w14:textId="4CFB29AF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lang w:val="en-US"/>
              </w:rPr>
            </w:pPr>
          </w:p>
        </w:tc>
      </w:tr>
      <w:tr w:rsidR="000937C0" w:rsidRPr="00EA37AD" w14:paraId="340BCF86" w14:textId="77777777" w:rsidTr="000937C0">
        <w:trPr>
          <w:trHeight w:val="866"/>
          <w:jc w:val="center"/>
        </w:trPr>
        <w:tc>
          <w:tcPr>
            <w:tcW w:w="1529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B160EA1" w14:textId="10D4AC78" w:rsidR="000937C0" w:rsidRPr="000937C0" w:rsidRDefault="000937C0" w:rsidP="000937C0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/>
                <w:lang w:val="en-US"/>
              </w:rPr>
              <w:t>参加人数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C1558" w14:textId="04ADC365" w:rsidR="000937C0" w:rsidRPr="000937C0" w:rsidRDefault="000937C0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lang w:val="en-US"/>
              </w:rPr>
            </w:pPr>
            <w:r w:rsidRPr="000937C0">
              <w:rPr>
                <w:rFonts w:asciiTheme="minorEastAsia" w:hAnsiTheme="minorEastAsia" w:cs="M PLUS Rounded 1c" w:hint="eastAsia"/>
                <w:lang w:val="en-US"/>
              </w:rPr>
              <w:t xml:space="preserve">　　　　　　　　</w:t>
            </w:r>
            <w:r>
              <w:rPr>
                <w:rFonts w:asciiTheme="minorEastAsia" w:hAnsiTheme="minorEastAsia" w:cs="M PLUS Rounded 1c" w:hint="eastAsia"/>
                <w:lang w:val="en-US"/>
              </w:rPr>
              <w:t xml:space="preserve">　　　　</w:t>
            </w:r>
            <w:r w:rsidRPr="000937C0">
              <w:rPr>
                <w:rFonts w:asciiTheme="minorEastAsia" w:hAnsiTheme="minorEastAsia" w:cs="M PLUS Rounded 1c" w:hint="eastAsia"/>
                <w:lang w:val="en-US"/>
              </w:rPr>
              <w:t>人</w:t>
            </w:r>
          </w:p>
        </w:tc>
      </w:tr>
    </w:tbl>
    <w:p w14:paraId="4AD13C53" w14:textId="77777777" w:rsidR="00844FD7" w:rsidRDefault="00844FD7" w:rsidP="00EA37AD">
      <w:pPr>
        <w:rPr>
          <w:rFonts w:ascii="BIZ UDPゴシック" w:eastAsia="BIZ UDPゴシック" w:hAnsi="BIZ UDPゴシック"/>
          <w:sz w:val="32"/>
        </w:rPr>
      </w:pPr>
    </w:p>
    <w:sectPr w:rsidR="00844FD7" w:rsidSect="004A70CF">
      <w:pgSz w:w="11906" w:h="16838" w:code="9"/>
      <w:pgMar w:top="1985" w:right="1701" w:bottom="1701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9FB61" w14:textId="77777777" w:rsidR="0078532B" w:rsidRDefault="0078532B" w:rsidP="00434E7A">
      <w:pPr>
        <w:spacing w:line="240" w:lineRule="auto"/>
      </w:pPr>
      <w:r>
        <w:separator/>
      </w:r>
    </w:p>
  </w:endnote>
  <w:endnote w:type="continuationSeparator" w:id="0">
    <w:p w14:paraId="399C6B73" w14:textId="77777777" w:rsidR="0078532B" w:rsidRDefault="0078532B" w:rsidP="00434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 PLUS Rounded 1c">
    <w:altName w:val="Times New Roman"/>
    <w:charset w:val="00"/>
    <w:family w:val="auto"/>
    <w:pitch w:val="default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9715C" w14:textId="77777777" w:rsidR="0078532B" w:rsidRDefault="0078532B" w:rsidP="00434E7A">
      <w:pPr>
        <w:spacing w:line="240" w:lineRule="auto"/>
      </w:pPr>
      <w:r>
        <w:separator/>
      </w:r>
    </w:p>
  </w:footnote>
  <w:footnote w:type="continuationSeparator" w:id="0">
    <w:p w14:paraId="409677E5" w14:textId="77777777" w:rsidR="0078532B" w:rsidRDefault="0078532B" w:rsidP="00434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D66D3"/>
    <w:multiLevelType w:val="hybridMultilevel"/>
    <w:tmpl w:val="FC40D080"/>
    <w:lvl w:ilvl="0" w:tplc="B93254C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90174C"/>
    <w:multiLevelType w:val="hybridMultilevel"/>
    <w:tmpl w:val="D3061FE4"/>
    <w:lvl w:ilvl="0" w:tplc="27A433F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67"/>
    <w:rsid w:val="00030FC8"/>
    <w:rsid w:val="000322A3"/>
    <w:rsid w:val="00076078"/>
    <w:rsid w:val="00084F6D"/>
    <w:rsid w:val="00085AA6"/>
    <w:rsid w:val="000937C0"/>
    <w:rsid w:val="000C2B94"/>
    <w:rsid w:val="00156881"/>
    <w:rsid w:val="00165191"/>
    <w:rsid w:val="0017172C"/>
    <w:rsid w:val="00193628"/>
    <w:rsid w:val="001C6F32"/>
    <w:rsid w:val="001D69FD"/>
    <w:rsid w:val="001D6B36"/>
    <w:rsid w:val="002008C0"/>
    <w:rsid w:val="00242C9D"/>
    <w:rsid w:val="00274953"/>
    <w:rsid w:val="00291C50"/>
    <w:rsid w:val="00326DA9"/>
    <w:rsid w:val="003B1E68"/>
    <w:rsid w:val="003C5714"/>
    <w:rsid w:val="003D3DA3"/>
    <w:rsid w:val="00434E7A"/>
    <w:rsid w:val="00436BEC"/>
    <w:rsid w:val="00453D43"/>
    <w:rsid w:val="00482EE7"/>
    <w:rsid w:val="004A0764"/>
    <w:rsid w:val="004A6A81"/>
    <w:rsid w:val="004A70CF"/>
    <w:rsid w:val="005207C0"/>
    <w:rsid w:val="005220ED"/>
    <w:rsid w:val="0055768A"/>
    <w:rsid w:val="00596A5C"/>
    <w:rsid w:val="00647F62"/>
    <w:rsid w:val="00697B3D"/>
    <w:rsid w:val="006A4AD2"/>
    <w:rsid w:val="00727C67"/>
    <w:rsid w:val="007551A4"/>
    <w:rsid w:val="0076553D"/>
    <w:rsid w:val="00776AFD"/>
    <w:rsid w:val="0078532B"/>
    <w:rsid w:val="007C0B29"/>
    <w:rsid w:val="007F104B"/>
    <w:rsid w:val="007F3848"/>
    <w:rsid w:val="00844FD7"/>
    <w:rsid w:val="008A3676"/>
    <w:rsid w:val="008B69C0"/>
    <w:rsid w:val="008D0BFB"/>
    <w:rsid w:val="008F4058"/>
    <w:rsid w:val="009E3A47"/>
    <w:rsid w:val="00A03EBC"/>
    <w:rsid w:val="00A67FB2"/>
    <w:rsid w:val="00A724E8"/>
    <w:rsid w:val="00AA5BE6"/>
    <w:rsid w:val="00AB0CB0"/>
    <w:rsid w:val="00AE64A9"/>
    <w:rsid w:val="00B108EB"/>
    <w:rsid w:val="00B3549A"/>
    <w:rsid w:val="00B76D09"/>
    <w:rsid w:val="00B87998"/>
    <w:rsid w:val="00CB38EA"/>
    <w:rsid w:val="00CD16E3"/>
    <w:rsid w:val="00DC1E1E"/>
    <w:rsid w:val="00DF2DDF"/>
    <w:rsid w:val="00DF5850"/>
    <w:rsid w:val="00E1225D"/>
    <w:rsid w:val="00E2236D"/>
    <w:rsid w:val="00EA37AD"/>
    <w:rsid w:val="00EA75D9"/>
    <w:rsid w:val="00F0082E"/>
    <w:rsid w:val="00FE36C9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75A2717B-B2AE-44D8-871B-30828538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434E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4E7A"/>
  </w:style>
  <w:style w:type="paragraph" w:styleId="a7">
    <w:name w:val="footer"/>
    <w:basedOn w:val="a"/>
    <w:link w:val="a8"/>
    <w:uiPriority w:val="99"/>
    <w:unhideWhenUsed/>
    <w:rsid w:val="00434E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4E7A"/>
  </w:style>
  <w:style w:type="paragraph" w:styleId="a9">
    <w:name w:val="Balloon Text"/>
    <w:basedOn w:val="a"/>
    <w:link w:val="aa"/>
    <w:uiPriority w:val="99"/>
    <w:semiHidden/>
    <w:unhideWhenUsed/>
    <w:rsid w:val="00596A5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A5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42C9D"/>
    <w:pPr>
      <w:jc w:val="center"/>
    </w:pPr>
    <w:rPr>
      <w:rFonts w:ascii="ＭＳ ゴシック" w:eastAsia="ＭＳ ゴシック" w:hAnsi="ＭＳ ゴシック" w:cs="Arial Unicode MS"/>
    </w:rPr>
  </w:style>
  <w:style w:type="character" w:customStyle="1" w:styleId="ac">
    <w:name w:val="記 (文字)"/>
    <w:basedOn w:val="a0"/>
    <w:link w:val="ab"/>
    <w:uiPriority w:val="99"/>
    <w:rsid w:val="00242C9D"/>
    <w:rPr>
      <w:rFonts w:ascii="ＭＳ ゴシック" w:eastAsia="ＭＳ ゴシック" w:hAnsi="ＭＳ ゴシック" w:cs="Arial Unicode MS"/>
    </w:rPr>
  </w:style>
  <w:style w:type="paragraph" w:styleId="ad">
    <w:name w:val="Closing"/>
    <w:basedOn w:val="a"/>
    <w:link w:val="ae"/>
    <w:uiPriority w:val="99"/>
    <w:unhideWhenUsed/>
    <w:rsid w:val="00242C9D"/>
    <w:pPr>
      <w:jc w:val="right"/>
    </w:pPr>
    <w:rPr>
      <w:rFonts w:ascii="ＭＳ ゴシック" w:eastAsia="ＭＳ ゴシック" w:hAnsi="ＭＳ ゴシック" w:cs="Arial Unicode MS"/>
    </w:rPr>
  </w:style>
  <w:style w:type="character" w:customStyle="1" w:styleId="ae">
    <w:name w:val="結語 (文字)"/>
    <w:basedOn w:val="a0"/>
    <w:link w:val="ad"/>
    <w:uiPriority w:val="99"/>
    <w:rsid w:val="00242C9D"/>
    <w:rPr>
      <w:rFonts w:ascii="ＭＳ ゴシック" w:eastAsia="ＭＳ ゴシック" w:hAnsi="ＭＳ ゴシック" w:cs="Arial Unicode MS"/>
    </w:rPr>
  </w:style>
  <w:style w:type="table" w:styleId="af">
    <w:name w:val="Table Grid"/>
    <w:basedOn w:val="a1"/>
    <w:uiPriority w:val="39"/>
    <w:rsid w:val="00A67F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82DFC2FD.dotm</Template>
  <TotalTime>526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tsuchida shouichi</dc:creator>
  <cp:lastModifiedBy>kobayashi takuya</cp:lastModifiedBy>
  <cp:revision>50</cp:revision>
  <cp:lastPrinted>2025-04-07T05:23:00Z</cp:lastPrinted>
  <dcterms:created xsi:type="dcterms:W3CDTF">2022-05-09T04:42:00Z</dcterms:created>
  <dcterms:modified xsi:type="dcterms:W3CDTF">2025-04-28T00:08:00Z</dcterms:modified>
</cp:coreProperties>
</file>